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B27CB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B27CBA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B27CBA" w:rsidRPr="00B27CBA" w:rsidRDefault="00B27CBA" w:rsidP="00B27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7CBA">
              <w:rPr>
                <w:rFonts w:ascii="Arial" w:hAnsi="Arial" w:cs="Arial"/>
                <w:b/>
                <w:sz w:val="18"/>
                <w:szCs w:val="18"/>
              </w:rPr>
              <w:t xml:space="preserve">84 year old male. Inferior STEMI in 2015 complicated by VT. Has an ICD. </w:t>
            </w:r>
          </w:p>
          <w:p w:rsidR="00A5497F" w:rsidRDefault="00B27CBA" w:rsidP="00B27CB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27CBA">
              <w:rPr>
                <w:rFonts w:ascii="Arial" w:hAnsi="Arial" w:cs="Arial"/>
                <w:b/>
                <w:sz w:val="18"/>
                <w:szCs w:val="18"/>
              </w:rPr>
              <w:t xml:space="preserve">Feeling of light-headedness on exertion. 'Flushing' in head and neck. Had to lie down. Has had cardiac meds stopped-did have some postural hypotension. Still some </w:t>
            </w:r>
            <w:proofErr w:type="gramStart"/>
            <w:r w:rsidRPr="00B27CBA">
              <w:rPr>
                <w:rFonts w:ascii="Arial" w:hAnsi="Arial" w:cs="Arial"/>
                <w:b/>
                <w:sz w:val="18"/>
                <w:szCs w:val="18"/>
              </w:rPr>
              <w:t>symptoms ?</w:t>
            </w:r>
            <w:proofErr w:type="gramEnd"/>
            <w:r w:rsidRPr="00B27CBA">
              <w:rPr>
                <w:rFonts w:ascii="Arial" w:hAnsi="Arial" w:cs="Arial"/>
                <w:b/>
                <w:sz w:val="18"/>
                <w:szCs w:val="18"/>
              </w:rPr>
              <w:t xml:space="preserve"> significant carotid artery stenosis</w:t>
            </w:r>
          </w:p>
          <w:p w:rsidR="00B27CBA" w:rsidRPr="00B27CBA" w:rsidRDefault="00B27CBA" w:rsidP="00B27CBA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B27CBA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3456305</wp:posOffset>
                      </wp:positionH>
                      <wp:positionV relativeFrom="paragraph">
                        <wp:posOffset>2310765</wp:posOffset>
                      </wp:positionV>
                      <wp:extent cx="309880" cy="1852295"/>
                      <wp:effectExtent l="13970" t="9525" r="9525" b="5080"/>
                      <wp:wrapNone/>
                      <wp:docPr id="50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9880" cy="1852295"/>
                              </a:xfrm>
                              <a:custGeom>
                                <a:avLst/>
                                <a:gdLst>
                                  <a:gd name="T0" fmla="*/ 14 w 488"/>
                                  <a:gd name="T1" fmla="*/ 2825 h 2917"/>
                                  <a:gd name="T2" fmla="*/ 114 w 488"/>
                                  <a:gd name="T3" fmla="*/ 2519 h 2917"/>
                                  <a:gd name="T4" fmla="*/ 234 w 488"/>
                                  <a:gd name="T5" fmla="*/ 1965 h 2917"/>
                                  <a:gd name="T6" fmla="*/ 427 w 488"/>
                                  <a:gd name="T7" fmla="*/ 1045 h 2917"/>
                                  <a:gd name="T8" fmla="*/ 481 w 488"/>
                                  <a:gd name="T9" fmla="*/ 525 h 2917"/>
                                  <a:gd name="T10" fmla="*/ 467 w 488"/>
                                  <a:gd name="T11" fmla="*/ 192 h 2917"/>
                                  <a:gd name="T12" fmla="*/ 361 w 488"/>
                                  <a:gd name="T13" fmla="*/ 5 h 2917"/>
                                  <a:gd name="T14" fmla="*/ 441 w 488"/>
                                  <a:gd name="T15" fmla="*/ 165 h 2917"/>
                                  <a:gd name="T16" fmla="*/ 447 w 488"/>
                                  <a:gd name="T17" fmla="*/ 539 h 2917"/>
                                  <a:gd name="T18" fmla="*/ 367 w 488"/>
                                  <a:gd name="T19" fmla="*/ 1185 h 2917"/>
                                  <a:gd name="T20" fmla="*/ 201 w 488"/>
                                  <a:gd name="T21" fmla="*/ 1965 h 2917"/>
                                  <a:gd name="T22" fmla="*/ 14 w 488"/>
                                  <a:gd name="T23" fmla="*/ 2825 h 29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88" h="2917">
                                    <a:moveTo>
                                      <a:pt x="14" y="2825"/>
                                    </a:moveTo>
                                    <a:cubicBezTo>
                                      <a:pt x="0" y="2917"/>
                                      <a:pt x="77" y="2662"/>
                                      <a:pt x="114" y="2519"/>
                                    </a:cubicBezTo>
                                    <a:cubicBezTo>
                                      <a:pt x="151" y="2376"/>
                                      <a:pt x="182" y="2211"/>
                                      <a:pt x="234" y="1965"/>
                                    </a:cubicBezTo>
                                    <a:cubicBezTo>
                                      <a:pt x="286" y="1719"/>
                                      <a:pt x="386" y="1285"/>
                                      <a:pt x="427" y="1045"/>
                                    </a:cubicBezTo>
                                    <a:cubicBezTo>
                                      <a:pt x="468" y="805"/>
                                      <a:pt x="474" y="667"/>
                                      <a:pt x="481" y="525"/>
                                    </a:cubicBezTo>
                                    <a:cubicBezTo>
                                      <a:pt x="488" y="383"/>
                                      <a:pt x="487" y="279"/>
                                      <a:pt x="467" y="192"/>
                                    </a:cubicBezTo>
                                    <a:cubicBezTo>
                                      <a:pt x="447" y="105"/>
                                      <a:pt x="365" y="10"/>
                                      <a:pt x="361" y="5"/>
                                    </a:cubicBezTo>
                                    <a:cubicBezTo>
                                      <a:pt x="357" y="0"/>
                                      <a:pt x="427" y="76"/>
                                      <a:pt x="441" y="165"/>
                                    </a:cubicBezTo>
                                    <a:cubicBezTo>
                                      <a:pt x="455" y="254"/>
                                      <a:pt x="459" y="369"/>
                                      <a:pt x="447" y="539"/>
                                    </a:cubicBezTo>
                                    <a:cubicBezTo>
                                      <a:pt x="435" y="709"/>
                                      <a:pt x="408" y="947"/>
                                      <a:pt x="367" y="1185"/>
                                    </a:cubicBezTo>
                                    <a:cubicBezTo>
                                      <a:pt x="326" y="1423"/>
                                      <a:pt x="260" y="1692"/>
                                      <a:pt x="201" y="1965"/>
                                    </a:cubicBezTo>
                                    <a:cubicBezTo>
                                      <a:pt x="142" y="2238"/>
                                      <a:pt x="28" y="2733"/>
                                      <a:pt x="14" y="28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2FAE41" id="Freeform 491" o:spid="_x0000_s1026" style="position:absolute;margin-left:272.15pt;margin-top:181.95pt;width:24.4pt;height:145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" path="m14,2825c,2917,77,2662,114,2519v37,-143,68,-308,120,-554c286,1719,386,1285,427,1045,468,805,474,667,481,525v7,-142,6,-246,-14,-333c447,105,365,10,361,5v-4,-5,66,71,80,160c455,254,459,369,447,539v-12,170,-39,408,-80,646c326,1423,260,1692,201,1965,142,2238,28,2733,14,2825xe" fillcolor="gray">
                      <v:path arrowok="t" o:connecttype="custom" o:connectlocs="8890,1793875;72390,1599565;148590,1247775;271145,663575;305435,333375;296545,121920;229235,3175;280035,104775;283845,342265;233045,752475;127635,1247775;8890,1793875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3747770</wp:posOffset>
                      </wp:positionH>
                      <wp:positionV relativeFrom="paragraph">
                        <wp:posOffset>931545</wp:posOffset>
                      </wp:positionV>
                      <wp:extent cx="233045" cy="1433195"/>
                      <wp:effectExtent l="10160" t="11430" r="13970" b="12700"/>
                      <wp:wrapNone/>
                      <wp:docPr id="49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3045" cy="1433195"/>
                              </a:xfrm>
                              <a:custGeom>
                                <a:avLst/>
                                <a:gdLst>
                                  <a:gd name="T0" fmla="*/ 336 w 378"/>
                                  <a:gd name="T1" fmla="*/ 35 h 2108"/>
                                  <a:gd name="T2" fmla="*/ 370 w 378"/>
                                  <a:gd name="T3" fmla="*/ 741 h 2108"/>
                                  <a:gd name="T4" fmla="*/ 290 w 378"/>
                                  <a:gd name="T5" fmla="*/ 1248 h 2108"/>
                                  <a:gd name="T6" fmla="*/ 210 w 378"/>
                                  <a:gd name="T7" fmla="*/ 1661 h 2108"/>
                                  <a:gd name="T8" fmla="*/ 176 w 378"/>
                                  <a:gd name="T9" fmla="*/ 1968 h 2108"/>
                                  <a:gd name="T10" fmla="*/ 143 w 378"/>
                                  <a:gd name="T11" fmla="*/ 2101 h 2108"/>
                                  <a:gd name="T12" fmla="*/ 76 w 378"/>
                                  <a:gd name="T13" fmla="*/ 2008 h 2108"/>
                                  <a:gd name="T14" fmla="*/ 30 w 378"/>
                                  <a:gd name="T15" fmla="*/ 1648 h 2108"/>
                                  <a:gd name="T16" fmla="*/ 10 w 378"/>
                                  <a:gd name="T17" fmla="*/ 1328 h 2108"/>
                                  <a:gd name="T18" fmla="*/ 90 w 378"/>
                                  <a:gd name="T19" fmla="*/ 1895 h 2108"/>
                                  <a:gd name="T20" fmla="*/ 123 w 378"/>
                                  <a:gd name="T21" fmla="*/ 2035 h 2108"/>
                                  <a:gd name="T22" fmla="*/ 163 w 378"/>
                                  <a:gd name="T23" fmla="*/ 1801 h 2108"/>
                                  <a:gd name="T24" fmla="*/ 183 w 378"/>
                                  <a:gd name="T25" fmla="*/ 1501 h 2108"/>
                                  <a:gd name="T26" fmla="*/ 310 w 378"/>
                                  <a:gd name="T27" fmla="*/ 1015 h 2108"/>
                                  <a:gd name="T28" fmla="*/ 350 w 378"/>
                                  <a:gd name="T29" fmla="*/ 528 h 2108"/>
                                  <a:gd name="T30" fmla="*/ 336 w 378"/>
                                  <a:gd name="T31" fmla="*/ 35 h 21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78" h="2108">
                                    <a:moveTo>
                                      <a:pt x="336" y="35"/>
                                    </a:moveTo>
                                    <a:cubicBezTo>
                                      <a:pt x="339" y="70"/>
                                      <a:pt x="378" y="539"/>
                                      <a:pt x="370" y="741"/>
                                    </a:cubicBezTo>
                                    <a:cubicBezTo>
                                      <a:pt x="362" y="943"/>
                                      <a:pt x="317" y="1095"/>
                                      <a:pt x="290" y="1248"/>
                                    </a:cubicBezTo>
                                    <a:cubicBezTo>
                                      <a:pt x="263" y="1401"/>
                                      <a:pt x="229" y="1541"/>
                                      <a:pt x="210" y="1661"/>
                                    </a:cubicBezTo>
                                    <a:cubicBezTo>
                                      <a:pt x="191" y="1781"/>
                                      <a:pt x="187" y="1895"/>
                                      <a:pt x="176" y="1968"/>
                                    </a:cubicBezTo>
                                    <a:cubicBezTo>
                                      <a:pt x="165" y="2041"/>
                                      <a:pt x="160" y="2094"/>
                                      <a:pt x="143" y="2101"/>
                                    </a:cubicBezTo>
                                    <a:cubicBezTo>
                                      <a:pt x="126" y="2108"/>
                                      <a:pt x="95" y="2083"/>
                                      <a:pt x="76" y="2008"/>
                                    </a:cubicBezTo>
                                    <a:cubicBezTo>
                                      <a:pt x="57" y="1933"/>
                                      <a:pt x="41" y="1761"/>
                                      <a:pt x="30" y="1648"/>
                                    </a:cubicBezTo>
                                    <a:cubicBezTo>
                                      <a:pt x="19" y="1535"/>
                                      <a:pt x="0" y="1287"/>
                                      <a:pt x="10" y="1328"/>
                                    </a:cubicBezTo>
                                    <a:cubicBezTo>
                                      <a:pt x="20" y="1369"/>
                                      <a:pt x="71" y="1777"/>
                                      <a:pt x="90" y="1895"/>
                                    </a:cubicBezTo>
                                    <a:cubicBezTo>
                                      <a:pt x="109" y="2013"/>
                                      <a:pt x="111" y="2051"/>
                                      <a:pt x="123" y="2035"/>
                                    </a:cubicBezTo>
                                    <a:cubicBezTo>
                                      <a:pt x="135" y="2019"/>
                                      <a:pt x="153" y="1890"/>
                                      <a:pt x="163" y="1801"/>
                                    </a:cubicBezTo>
                                    <a:cubicBezTo>
                                      <a:pt x="173" y="1712"/>
                                      <a:pt x="159" y="1632"/>
                                      <a:pt x="183" y="1501"/>
                                    </a:cubicBezTo>
                                    <a:cubicBezTo>
                                      <a:pt x="207" y="1370"/>
                                      <a:pt x="282" y="1177"/>
                                      <a:pt x="310" y="1015"/>
                                    </a:cubicBezTo>
                                    <a:cubicBezTo>
                                      <a:pt x="338" y="853"/>
                                      <a:pt x="346" y="691"/>
                                      <a:pt x="350" y="528"/>
                                    </a:cubicBezTo>
                                    <a:cubicBezTo>
                                      <a:pt x="354" y="365"/>
                                      <a:pt x="333" y="0"/>
                                      <a:pt x="336" y="3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7EBEA2" id="Freeform 490" o:spid="_x0000_s1026" style="position:absolute;margin-left:295.1pt;margin-top:73.35pt;width:18.35pt;height:112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8,2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" path="m336,35v3,35,42,504,34,706c362,943,317,1095,290,1248v-27,153,-61,293,-80,413c191,1781,187,1895,176,1968v-11,73,-16,126,-33,133c126,2108,95,2083,76,2008,57,1933,41,1761,30,1648,19,1535,,1287,10,1328v10,41,61,449,80,567c109,2013,111,2051,123,2035v12,-16,30,-145,40,-234c173,1712,159,1632,183,1501v24,-131,99,-324,127,-486c338,853,346,691,350,528,354,365,333,,336,35xe" fillcolor="gray">
                      <v:path arrowok="t" o:connecttype="custom" o:connectlocs="207151,23796;228113,503794;178791,848495;129469,1129287;108508,1338011;88163,1428436;46856,1365207;18496,1120448;6165,902886;55487,1288380;75832,1383563;100493,1224471;112823,1020506;191122,690082;215782,358979;207151,23796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3743325</wp:posOffset>
                      </wp:positionH>
                      <wp:positionV relativeFrom="paragraph">
                        <wp:posOffset>1101090</wp:posOffset>
                      </wp:positionV>
                      <wp:extent cx="441325" cy="3172460"/>
                      <wp:effectExtent l="5715" t="9525" r="10160" b="8890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1325" cy="3172460"/>
                              </a:xfrm>
                              <a:custGeom>
                                <a:avLst/>
                                <a:gdLst>
                                  <a:gd name="T0" fmla="*/ 18 w 695"/>
                                  <a:gd name="T1" fmla="*/ 4952 h 4996"/>
                                  <a:gd name="T2" fmla="*/ 71 w 695"/>
                                  <a:gd name="T3" fmla="*/ 4512 h 4996"/>
                                  <a:gd name="T4" fmla="*/ 264 w 695"/>
                                  <a:gd name="T5" fmla="*/ 3632 h 4996"/>
                                  <a:gd name="T6" fmla="*/ 511 w 695"/>
                                  <a:gd name="T7" fmla="*/ 2472 h 4996"/>
                                  <a:gd name="T8" fmla="*/ 624 w 695"/>
                                  <a:gd name="T9" fmla="*/ 1845 h 4996"/>
                                  <a:gd name="T10" fmla="*/ 638 w 695"/>
                                  <a:gd name="T11" fmla="*/ 1072 h 4996"/>
                                  <a:gd name="T12" fmla="*/ 618 w 695"/>
                                  <a:gd name="T13" fmla="*/ 39 h 4996"/>
                                  <a:gd name="T14" fmla="*/ 664 w 695"/>
                                  <a:gd name="T15" fmla="*/ 839 h 4996"/>
                                  <a:gd name="T16" fmla="*/ 684 w 695"/>
                                  <a:gd name="T17" fmla="*/ 1492 h 4996"/>
                                  <a:gd name="T18" fmla="*/ 658 w 695"/>
                                  <a:gd name="T19" fmla="*/ 1952 h 4996"/>
                                  <a:gd name="T20" fmla="*/ 464 w 695"/>
                                  <a:gd name="T21" fmla="*/ 2899 h 4996"/>
                                  <a:gd name="T22" fmla="*/ 178 w 695"/>
                                  <a:gd name="T23" fmla="*/ 4245 h 4996"/>
                                  <a:gd name="T24" fmla="*/ 18 w 695"/>
                                  <a:gd name="T25" fmla="*/ 4952 h 499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695" h="4996">
                                    <a:moveTo>
                                      <a:pt x="18" y="4952"/>
                                    </a:moveTo>
                                    <a:cubicBezTo>
                                      <a:pt x="0" y="4996"/>
                                      <a:pt x="30" y="4732"/>
                                      <a:pt x="71" y="4512"/>
                                    </a:cubicBezTo>
                                    <a:cubicBezTo>
                                      <a:pt x="112" y="4292"/>
                                      <a:pt x="191" y="3972"/>
                                      <a:pt x="264" y="3632"/>
                                    </a:cubicBezTo>
                                    <a:cubicBezTo>
                                      <a:pt x="337" y="3292"/>
                                      <a:pt x="451" y="2770"/>
                                      <a:pt x="511" y="2472"/>
                                    </a:cubicBezTo>
                                    <a:cubicBezTo>
                                      <a:pt x="571" y="2174"/>
                                      <a:pt x="603" y="2078"/>
                                      <a:pt x="624" y="1845"/>
                                    </a:cubicBezTo>
                                    <a:cubicBezTo>
                                      <a:pt x="645" y="1612"/>
                                      <a:pt x="639" y="1373"/>
                                      <a:pt x="638" y="1072"/>
                                    </a:cubicBezTo>
                                    <a:cubicBezTo>
                                      <a:pt x="637" y="771"/>
                                      <a:pt x="614" y="78"/>
                                      <a:pt x="618" y="39"/>
                                    </a:cubicBezTo>
                                    <a:cubicBezTo>
                                      <a:pt x="622" y="0"/>
                                      <a:pt x="653" y="597"/>
                                      <a:pt x="664" y="839"/>
                                    </a:cubicBezTo>
                                    <a:cubicBezTo>
                                      <a:pt x="675" y="1081"/>
                                      <a:pt x="685" y="1307"/>
                                      <a:pt x="684" y="1492"/>
                                    </a:cubicBezTo>
                                    <a:cubicBezTo>
                                      <a:pt x="683" y="1677"/>
                                      <a:pt x="695" y="1718"/>
                                      <a:pt x="658" y="1952"/>
                                    </a:cubicBezTo>
                                    <a:cubicBezTo>
                                      <a:pt x="621" y="2186"/>
                                      <a:pt x="544" y="2517"/>
                                      <a:pt x="464" y="2899"/>
                                    </a:cubicBezTo>
                                    <a:cubicBezTo>
                                      <a:pt x="384" y="3281"/>
                                      <a:pt x="252" y="3903"/>
                                      <a:pt x="178" y="4245"/>
                                    </a:cubicBezTo>
                                    <a:cubicBezTo>
                                      <a:pt x="104" y="4587"/>
                                      <a:pt x="36" y="4908"/>
                                      <a:pt x="18" y="495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516F6" id="Freeform 489" o:spid="_x0000_s1026" style="position:absolute;margin-left:294.75pt;margin-top:86.7pt;width:34.75pt;height:249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95,4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" path="m18,4952c,4996,30,4732,71,4512v41,-220,120,-540,193,-880c337,3292,451,2770,511,2472v60,-298,92,-394,113,-627c645,1612,639,1373,638,1072,637,771,614,78,618,39v4,-39,35,558,46,800c675,1081,685,1307,684,1492v-1,185,11,226,-26,460c621,2186,544,2517,464,2899,384,3281,252,3903,178,4245,104,4587,36,4908,18,4952xe" fillcolor="gray">
                      <v:path arrowok="t" o:connecttype="custom" o:connectlocs="11430,3144520;45085,2865120;167640,2306320;324485,1569720;396240,1171575;405130,680720;392430,24765;421640,532765;434340,947420;417830,1239520;294640,1840865;113030,2695575;11430,3144520" o:connectangles="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0" r="1905" b="317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B27CBA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B27CBA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6985" r="3810" b="254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B27CBA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B27CBA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8890" r="5715" b="63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B27CBA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B27CBA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0" r="7620" b="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B27CBA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B27CBA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6985" r="5080" b="63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B27CB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B27CB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B27CB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B27CB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3175" r="0" b="444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B27CB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B27CB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B27CB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B27CB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0" r="2540" b="635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221F05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B27CBA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5080" r="6350" b="952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26327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B27CBA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7780" r="31115" b="508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7B284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8255" r="5715" b="1587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A713D8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5715" r="5715" b="1841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1FFFE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6350" r="11430" b="1778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F521B4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27CB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27CB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B27CB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B27CB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B27CB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B27CB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4F1398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significant stenosis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B27CBA">
              <w:rPr>
                <w:rFonts w:ascii="Arial" w:hAnsi="Arial"/>
                <w:bCs/>
                <w:sz w:val="18"/>
                <w:szCs w:val="18"/>
              </w:rPr>
              <w:t xml:space="preserve"> IMT=1.2mm.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B27CBA" w:rsidRPr="00E64E4D" w:rsidRDefault="00A20328" w:rsidP="00A20328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BA" w:rsidRDefault="00B27CBA">
      <w:r>
        <w:separator/>
      </w:r>
    </w:p>
  </w:endnote>
  <w:endnote w:type="continuationSeparator" w:id="0">
    <w:p w:rsidR="00B27CBA" w:rsidRDefault="00B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BA" w:rsidRDefault="00B27CBA">
      <w:r>
        <w:separator/>
      </w:r>
    </w:p>
  </w:footnote>
  <w:footnote w:type="continuationSeparator" w:id="0">
    <w:p w:rsidR="00B27CBA" w:rsidRDefault="00B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B27CB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CBA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D3B79"/>
    <w:rsid w:val="004F1398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27CBA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4E4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67A64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3B81D2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yeunga2\Desktop\AY%20templates\Carotid\Carotid%20Standard%20PCH%20nl%20-%20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 - Normal.dot</Template>
  <TotalTime>0</TotalTime>
  <Pages>1</Pages>
  <Words>122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2021-10-11T12:55:00Z</dcterms:created>
  <dcterms:modified xsi:type="dcterms:W3CDTF">2021-10-12T10:13:00Z</dcterms:modified>
</cp:coreProperties>
</file>